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D3EE44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0C91A3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DFF8B51" w14:textId="6CFDC69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B074F" w:rsidR="0000003B">
        <w:rPr>
          <w:rFonts w:ascii="Corbel" w:hAnsi="Corbel"/>
          <w:b/>
          <w:smallCaps/>
          <w:sz w:val="24"/>
          <w:szCs w:val="24"/>
        </w:rPr>
        <w:t>2022/2023-202</w:t>
      </w:r>
      <w:r w:rsidR="0000003B">
        <w:rPr>
          <w:rFonts w:ascii="Corbel" w:hAnsi="Corbel"/>
          <w:b/>
          <w:smallCaps/>
          <w:sz w:val="24"/>
          <w:szCs w:val="24"/>
        </w:rPr>
        <w:t>3</w:t>
      </w:r>
      <w:r w:rsidRPr="002B074F" w:rsidR="0000003B">
        <w:rPr>
          <w:rFonts w:ascii="Corbel" w:hAnsi="Corbel"/>
          <w:b/>
          <w:smallCaps/>
          <w:sz w:val="24"/>
          <w:szCs w:val="24"/>
        </w:rPr>
        <w:t>/202</w:t>
      </w:r>
      <w:r w:rsidR="0000003B">
        <w:rPr>
          <w:rFonts w:ascii="Corbel" w:hAnsi="Corbel"/>
          <w:b/>
          <w:smallCaps/>
          <w:sz w:val="24"/>
          <w:szCs w:val="24"/>
        </w:rPr>
        <w:t>4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5F908C5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7661292" w14:textId="1E59670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950A65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31E340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638248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32C24" w:rsidTr="3FCC9A93" w14:paraId="03AD8BD7" w14:textId="77777777">
        <w:tc>
          <w:tcPr>
            <w:tcW w:w="2694" w:type="dxa"/>
            <w:tcMar/>
            <w:vAlign w:val="center"/>
          </w:tcPr>
          <w:p w:rsidRPr="009C54AE" w:rsidR="00832C24" w:rsidP="00832C24" w:rsidRDefault="00832C24" w14:paraId="62DDFE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32C24" w:rsidP="26233451" w:rsidRDefault="00832C24" w14:paraId="797B20FD" w14:textId="4B6DD2BA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6233451" w:rsidR="00832C24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Organizacja usług publicznych </w:t>
            </w:r>
          </w:p>
        </w:tc>
      </w:tr>
      <w:tr w:rsidRPr="009C54AE" w:rsidR="00832C24" w:rsidTr="3FCC9A93" w14:paraId="56C69E9C" w14:textId="77777777">
        <w:tc>
          <w:tcPr>
            <w:tcW w:w="2694" w:type="dxa"/>
            <w:tcMar/>
            <w:vAlign w:val="center"/>
          </w:tcPr>
          <w:p w:rsidRPr="009C54AE" w:rsidR="00832C24" w:rsidP="00832C24" w:rsidRDefault="00832C24" w14:paraId="33DA6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32C24" w:rsidP="00832C24" w:rsidRDefault="00832C24" w14:paraId="5D09A9DE" w14:textId="7D8DDC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48C">
              <w:rPr>
                <w:rFonts w:ascii="Corbel" w:hAnsi="Corbel"/>
                <w:b w:val="0"/>
                <w:sz w:val="24"/>
                <w:szCs w:val="24"/>
              </w:rPr>
              <w:t>A2SO43</w:t>
            </w:r>
          </w:p>
        </w:tc>
      </w:tr>
      <w:tr w:rsidRPr="009C54AE" w:rsidR="00832C24" w:rsidTr="3FCC9A93" w14:paraId="04B7DE72" w14:textId="77777777">
        <w:tc>
          <w:tcPr>
            <w:tcW w:w="2694" w:type="dxa"/>
            <w:tcMar/>
            <w:vAlign w:val="center"/>
          </w:tcPr>
          <w:p w:rsidRPr="009C54AE" w:rsidR="00832C24" w:rsidP="00832C24" w:rsidRDefault="00832C24" w14:paraId="1CBFB54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32C24" w:rsidP="3FCC9A93" w:rsidRDefault="00832C24" w14:paraId="0199CF71" w14:textId="2E92E2B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3FCC9A93" w:rsidR="00832C2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3FCC9A93" w:rsidR="00832C2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9C54AE" w:rsidR="00832C24" w:rsidTr="3FCC9A93" w14:paraId="690D3582" w14:textId="77777777">
        <w:tc>
          <w:tcPr>
            <w:tcW w:w="2694" w:type="dxa"/>
            <w:tcMar/>
            <w:vAlign w:val="center"/>
          </w:tcPr>
          <w:p w:rsidRPr="009C54AE" w:rsidR="00832C24" w:rsidP="00832C24" w:rsidRDefault="00832C24" w14:paraId="1CDD7E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32C24" w:rsidP="3FCC9A93" w:rsidRDefault="00832C24" w14:paraId="7844235A" w14:textId="753BEA7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FCC9A93" w:rsidR="4AD112E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Instytut Nauk Prawnych</w:t>
            </w:r>
            <w:r w:rsidRPr="3FCC9A93" w:rsidR="4AD112E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3FCC9A93" w:rsidR="00832C24">
              <w:rPr>
                <w:rFonts w:ascii="Corbel" w:hAnsi="Corbel"/>
                <w:b w:val="0"/>
                <w:bCs w:val="0"/>
                <w:sz w:val="24"/>
                <w:szCs w:val="24"/>
              </w:rPr>
              <w:t>Zakład Nauki o Administracji</w:t>
            </w:r>
          </w:p>
        </w:tc>
      </w:tr>
      <w:tr w:rsidRPr="009C54AE" w:rsidR="0085747A" w:rsidTr="3FCC9A93" w14:paraId="6EDF4A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CA9D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2D7F" w14:paraId="0A0B4EEB" w14:textId="56737B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3FCC9A93" w14:paraId="299D81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731C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877AB" w14:paraId="1B8DCA7B" w14:textId="3BF7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3FCC9A93" w14:paraId="154440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798F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C0FFC" w14:paraId="447D481C" w14:textId="4F12FC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3FCC9A93" w14:paraId="42E37A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67A92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C0FFC" w14:paraId="5753BF6C" w14:textId="1309D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3FCC9A93" w14:paraId="488AF7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BE38D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6233451" w:rsidRDefault="00656B78" w14:paraId="53B7AD94" w14:textId="48C5430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6233451" w:rsidR="00656B7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/ 2 </w:t>
            </w:r>
          </w:p>
        </w:tc>
      </w:tr>
      <w:tr w:rsidRPr="009C54AE" w:rsidR="0085747A" w:rsidTr="3FCC9A93" w14:paraId="0B70A4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3E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6233451" w:rsidRDefault="00FF692A" w14:paraId="72ADAA71" w14:textId="71E8EC77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6233451" w:rsidR="2934089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923D7D" w:rsidTr="3FCC9A93" w14:paraId="683DC03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B52F3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9C0FFC" w14:paraId="3845C906" w14:textId="5C307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3FCC9A93" w14:paraId="6D58EFB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042A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C7657" w14:paraId="4EE975CC" w14:textId="3B07B0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9C54AE" w:rsidR="00846072" w:rsidTr="3FCC9A93" w14:paraId="1C5B2BB9" w14:textId="77777777">
        <w:tc>
          <w:tcPr>
            <w:tcW w:w="2694" w:type="dxa"/>
            <w:tcMar/>
            <w:vAlign w:val="center"/>
          </w:tcPr>
          <w:p w:rsidRPr="009C54AE" w:rsidR="00846072" w:rsidP="00846072" w:rsidRDefault="00846072" w14:paraId="07F1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46072" w:rsidP="00846072" w:rsidRDefault="00846072" w14:paraId="50104CB2" w14:textId="73B7A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:rsidRPr="009C54AE" w:rsidR="0085747A" w:rsidP="009C54AE" w:rsidRDefault="0085747A" w14:paraId="70A910A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0EFC1B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E7391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984DB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26233451" w14:paraId="34A2688C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8E1C7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8BF89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17E6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F3B8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0104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08A8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3804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C2351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1F480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E32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0BD2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6233451" w14:paraId="1E0797BC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846072" w14:paraId="5591A28B" w14:textId="3F0E04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4F15869C" w14:textId="471A1D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07D9FFE4" w14:textId="574554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3A9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22E0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0FDD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AE51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83F5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5E5D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448C" w14:paraId="752B6D28" w14:textId="4DBBEE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D3F782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6F111F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94AE12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26233451" w:rsidRDefault="0085747A" w14:paraId="48ABBC3A" w14:textId="52076AB6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26233451" w:rsidR="64ACBF1C">
        <w:rPr>
          <w:rFonts w:ascii="MS Gothic" w:hAnsi="MS Gothic" w:eastAsia="MS Gothic" w:cs="MS Gothic"/>
          <w:b w:val="0"/>
          <w:bCs w:val="0"/>
        </w:rPr>
        <w:t xml:space="preserve"> x</w:t>
      </w:r>
      <w:r w:rsidRPr="26233451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26233451" w:rsidR="2C6E704F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26233451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85747A" w14:paraId="7F60E60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36620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FEDDCB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071105" w14:paraId="2339BF1D" w14:textId="22B9A21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Wykład: </w:t>
      </w:r>
      <w:r w:rsidR="004335C5">
        <w:rPr>
          <w:rFonts w:ascii="Corbel" w:hAnsi="Corbel"/>
          <w:b w:val="0"/>
          <w:szCs w:val="24"/>
        </w:rPr>
        <w:t>Egzamin</w:t>
      </w:r>
    </w:p>
    <w:p w:rsidRPr="00CB4504" w:rsidR="00071105" w:rsidP="00071105" w:rsidRDefault="00071105" w14:paraId="33DB89B7" w14:textId="37AE85BA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 w:eastAsia="Cambria"/>
          <w:sz w:val="24"/>
          <w:szCs w:val="24"/>
        </w:rPr>
        <w:t>Ćwiczenia</w:t>
      </w:r>
      <w:r w:rsidRPr="00CB4504">
        <w:rPr>
          <w:rFonts w:ascii="Corbel" w:hAnsi="Corbel" w:eastAsia="Cambria"/>
          <w:sz w:val="24"/>
          <w:szCs w:val="24"/>
        </w:rPr>
        <w:t>: zaliczenie z oceną</w:t>
      </w:r>
    </w:p>
    <w:p w:rsidRPr="00CB4504" w:rsidR="00071105" w:rsidP="00071105" w:rsidRDefault="00071105" w14:paraId="083EF8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3E4D1D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6233451" w:rsidR="0085747A">
        <w:rPr>
          <w:rFonts w:ascii="Corbel" w:hAnsi="Corbel"/>
        </w:rPr>
        <w:t xml:space="preserve">2.Wymagania wstępne </w:t>
      </w:r>
    </w:p>
    <w:p w:rsidR="26233451" w:rsidP="26233451" w:rsidRDefault="26233451" w14:paraId="0F3096D5" w14:textId="120BFD5F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694D81E" w14:textId="77777777">
        <w:tc>
          <w:tcPr>
            <w:tcW w:w="9670" w:type="dxa"/>
          </w:tcPr>
          <w:p w:rsidRPr="009C54AE" w:rsidR="0085747A" w:rsidP="009C54AE" w:rsidRDefault="006F2AF8" w14:paraId="2F1227FD" w14:textId="206991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zadań.</w:t>
            </w:r>
          </w:p>
        </w:tc>
      </w:tr>
    </w:tbl>
    <w:p w:rsidR="00153C41" w:rsidP="009C54AE" w:rsidRDefault="00153C41" w14:paraId="7733F47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FCC9A93" w:rsidRDefault="0071620A" w14:paraId="1F36D6A5" w14:textId="00EDA1EF">
      <w:pPr>
        <w:pStyle w:val="Punktygwne"/>
        <w:spacing w:before="0" w:after="0"/>
        <w:rPr>
          <w:rFonts w:ascii="Corbel" w:hAnsi="Corbel"/>
        </w:rPr>
      </w:pPr>
      <w:r w:rsidRPr="3FCC9A93" w:rsidR="0071620A">
        <w:rPr>
          <w:rFonts w:ascii="Corbel" w:hAnsi="Corbel"/>
        </w:rPr>
        <w:t>3.</w:t>
      </w:r>
      <w:r w:rsidRPr="3FCC9A93" w:rsidR="0085747A">
        <w:rPr>
          <w:rFonts w:ascii="Corbel" w:hAnsi="Corbel"/>
        </w:rPr>
        <w:t xml:space="preserve"> </w:t>
      </w:r>
      <w:r w:rsidRPr="3FCC9A93" w:rsidR="00A84C85">
        <w:rPr>
          <w:rFonts w:ascii="Corbel" w:hAnsi="Corbel"/>
        </w:rPr>
        <w:t xml:space="preserve">cele, efekty uczenia </w:t>
      </w:r>
      <w:r w:rsidRPr="3FCC9A93" w:rsidR="00A84C85">
        <w:rPr>
          <w:rFonts w:ascii="Corbel" w:hAnsi="Corbel"/>
        </w:rPr>
        <w:t>się</w:t>
      </w:r>
      <w:r w:rsidRPr="3FCC9A93" w:rsidR="0085747A">
        <w:rPr>
          <w:rFonts w:ascii="Corbel" w:hAnsi="Corbel"/>
        </w:rPr>
        <w:t>,</w:t>
      </w:r>
      <w:r w:rsidRPr="3FCC9A9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5D5483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3F47E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B578E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7A4321" w:rsidTr="26233451" w14:paraId="66B61722" w14:textId="77777777">
        <w:tc>
          <w:tcPr>
            <w:tcW w:w="845" w:type="dxa"/>
            <w:tcMar/>
            <w:vAlign w:val="center"/>
          </w:tcPr>
          <w:p w:rsidRPr="009C54AE" w:rsidR="007A4321" w:rsidP="006A355D" w:rsidRDefault="007A4321" w14:paraId="0CEBFA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</w:tcPr>
          <w:p w:rsidRPr="0046136A" w:rsidR="007A4321" w:rsidP="006A355D" w:rsidRDefault="007A4321" w14:paraId="37CE25AA" w14:textId="1C71DB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uzyskać wiedzę z zakresu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organizacji usług publicznych</w:t>
            </w: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Pr="009C54AE" w:rsidR="007A4321" w:rsidTr="26233451" w14:paraId="1E490D16" w14:textId="77777777">
        <w:tc>
          <w:tcPr>
            <w:tcW w:w="845" w:type="dxa"/>
            <w:tcMar/>
            <w:vAlign w:val="center"/>
          </w:tcPr>
          <w:p w:rsidRPr="009C54AE" w:rsidR="007A4321" w:rsidP="006A355D" w:rsidRDefault="007A4321" w14:paraId="72A27101" w14:textId="0E385C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</w:tcPr>
          <w:p w:rsidRPr="0046136A" w:rsidR="007A4321" w:rsidP="006A355D" w:rsidRDefault="007A4321" w14:paraId="0BC950D7" w14:textId="3BEF42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podstawowych form i mechanizmów realizacji usług publicznych przez administracje publiczną.</w:t>
            </w:r>
          </w:p>
        </w:tc>
      </w:tr>
    </w:tbl>
    <w:p w:rsidRPr="009C54AE" w:rsidR="0085747A" w:rsidP="009C54AE" w:rsidRDefault="0085747A" w14:paraId="339B0BB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E1DEC8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D090B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26233451" w14:paraId="28B0B119" w14:textId="77777777">
        <w:tc>
          <w:tcPr>
            <w:tcW w:w="1679" w:type="dxa"/>
            <w:tcMar/>
            <w:vAlign w:val="center"/>
          </w:tcPr>
          <w:p w:rsidRPr="009C54AE" w:rsidR="0085747A" w:rsidP="009C54AE" w:rsidRDefault="0085747A" w14:paraId="1F16C0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9C54AE" w:rsidR="0085747A" w:rsidP="00C05F44" w:rsidRDefault="0085747A" w14:paraId="46D8EA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AB3A4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26233451" w14:paraId="61F6A2D4" w14:textId="77777777">
        <w:tc>
          <w:tcPr>
            <w:tcW w:w="1679" w:type="dxa"/>
            <w:tcMar/>
          </w:tcPr>
          <w:p w:rsidRPr="009C54AE" w:rsidR="0085747A" w:rsidP="009C54AE" w:rsidRDefault="0085747A" w14:paraId="1D86C6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Mar/>
          </w:tcPr>
          <w:p w:rsidRPr="009C54AE" w:rsidR="0085747A" w:rsidP="26233451" w:rsidRDefault="00A24E0B" w14:paraId="5666D77F" w14:textId="7163AC1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553795D1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socjologiczne;</w:t>
            </w:r>
          </w:p>
        </w:tc>
        <w:tc>
          <w:tcPr>
            <w:tcW w:w="1865" w:type="dxa"/>
            <w:tcMar/>
          </w:tcPr>
          <w:p w:rsidRPr="009C54AE" w:rsidR="00A24E0B" w:rsidP="00A24E0B" w:rsidRDefault="00F26BE3" w14:paraId="78134ADB" w14:textId="4B420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85747A" w:rsidP="009C54AE" w:rsidRDefault="0085747A" w14:paraId="426619C0" w14:textId="1C9FC4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F26BE3" w:rsidTr="26233451" w14:paraId="2E1AABC3" w14:textId="77777777">
        <w:tc>
          <w:tcPr>
            <w:tcW w:w="1679" w:type="dxa"/>
            <w:tcMar/>
          </w:tcPr>
          <w:p w:rsidR="00F26BE3" w:rsidP="009C54AE" w:rsidRDefault="00F26BE3" w14:paraId="0FF0A408" w14:textId="650A8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Pr="009C54AE" w:rsidR="00F26BE3" w:rsidP="009C54AE" w:rsidRDefault="00F26BE3" w14:paraId="4E2ED729" w14:textId="63C17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  <w:tcMar/>
          </w:tcPr>
          <w:p w:rsidRPr="00F81D8A" w:rsidR="00F26BE3" w:rsidP="26233451" w:rsidRDefault="00A24E0B" w14:paraId="760112B0" w14:textId="7C8E0B9E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553795D1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</w:p>
        </w:tc>
        <w:tc>
          <w:tcPr>
            <w:tcW w:w="1865" w:type="dxa"/>
            <w:tcMar/>
          </w:tcPr>
          <w:p w:rsidRPr="00F26BE3" w:rsidR="00F26BE3" w:rsidP="009C54AE" w:rsidRDefault="00F26BE3" w14:paraId="2236DF21" w14:textId="5C6C5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9C54AE" w:rsidR="00F26BE3" w:rsidTr="26233451" w14:paraId="40DF1C99" w14:textId="77777777">
        <w:tc>
          <w:tcPr>
            <w:tcW w:w="1679" w:type="dxa"/>
            <w:tcMar/>
          </w:tcPr>
          <w:p w:rsidRPr="009C54AE" w:rsidR="00F26BE3" w:rsidP="00F26BE3" w:rsidRDefault="00F26BE3" w14:paraId="4DD1952D" w14:textId="0B1D79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  <w:tcMar/>
          </w:tcPr>
          <w:p w:rsidRPr="009C54AE" w:rsidR="00F26BE3" w:rsidP="26233451" w:rsidRDefault="00A24E0B" w14:paraId="7C54CA58" w14:textId="6ADA36B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553795D1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rozszerzoną wiedzę o roli człowieka, jego cechach i aktywności w sferze administracji oraz jako twórcy kultury i podmiotu konstytuującego struktury społeczne i zasady ich funkcjonowania;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5BE37A7E" w14:textId="53D54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F26BE3" w:rsidTr="26233451" w14:paraId="3CB0D8AC" w14:textId="77777777">
        <w:tc>
          <w:tcPr>
            <w:tcW w:w="1679" w:type="dxa"/>
            <w:tcMar/>
          </w:tcPr>
          <w:p w:rsidRPr="009C54AE" w:rsidR="00F26BE3" w:rsidP="00F26BE3" w:rsidRDefault="00F26BE3" w14:paraId="4A58F7D7" w14:textId="04D5B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  <w:tcMar/>
          </w:tcPr>
          <w:p w:rsidRPr="009C54AE" w:rsidR="00F26BE3" w:rsidP="26233451" w:rsidRDefault="00A24E0B" w14:paraId="5228E046" w14:textId="00382F80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553795D1">
              <w:rPr>
                <w:rFonts w:ascii="Corbel" w:hAnsi="Corbel"/>
                <w:b w:val="0"/>
                <w:bCs w:val="0"/>
                <w:caps w:val="0"/>
                <w:smallCaps w:val="0"/>
              </w:rPr>
              <w:t>Zna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0530D039" w14:textId="1DB3A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F26BE3" w:rsidTr="26233451" w14:paraId="30A3B2C1" w14:textId="77777777">
        <w:tc>
          <w:tcPr>
            <w:tcW w:w="1679" w:type="dxa"/>
            <w:tcMar/>
          </w:tcPr>
          <w:p w:rsidRPr="009C54AE" w:rsidR="00F26BE3" w:rsidP="00F26BE3" w:rsidRDefault="00F26BE3" w14:paraId="405A925C" w14:textId="1595C4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  <w:tcMar/>
          </w:tcPr>
          <w:p w:rsidRPr="009C54AE" w:rsidR="00F26BE3" w:rsidP="26233451" w:rsidRDefault="00A24E0B" w14:paraId="6DADA16B" w14:textId="51AF386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553795D1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39168972" w14:textId="682D4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F26BE3" w:rsidTr="26233451" w14:paraId="084A4319" w14:textId="77777777">
        <w:trPr>
          <w:trHeight w:val="1499"/>
        </w:trPr>
        <w:tc>
          <w:tcPr>
            <w:tcW w:w="1679" w:type="dxa"/>
            <w:tcMar/>
          </w:tcPr>
          <w:p w:rsidRPr="009C54AE" w:rsidR="00F26BE3" w:rsidP="00F26BE3" w:rsidRDefault="00F26BE3" w14:paraId="6F8FCB62" w14:textId="5C33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  <w:tcMar/>
          </w:tcPr>
          <w:p w:rsidRPr="009C54AE" w:rsidR="00F26BE3" w:rsidP="26233451" w:rsidRDefault="00A24E0B" w14:paraId="7A7A570C" w14:textId="372D378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553795D1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426A6FA7" w14:textId="08F95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F26BE3" w:rsidTr="26233451" w14:paraId="1F065476" w14:textId="77777777">
        <w:tc>
          <w:tcPr>
            <w:tcW w:w="1679" w:type="dxa"/>
            <w:tcMar/>
          </w:tcPr>
          <w:p w:rsidRPr="009C54AE" w:rsidR="00F26BE3" w:rsidP="00F26BE3" w:rsidRDefault="00DB6B5B" w14:paraId="21783D92" w14:textId="4C593A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  <w:tcMar/>
          </w:tcPr>
          <w:p w:rsidRPr="009C54AE" w:rsidR="00F26BE3" w:rsidP="26233451" w:rsidRDefault="004873E9" w14:paraId="1CDEC935" w14:textId="3D611A6D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13730C94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  <w:tcMar/>
          </w:tcPr>
          <w:p w:rsidRPr="009C54AE" w:rsidR="00F26BE3" w:rsidP="00F26BE3" w:rsidRDefault="00F26BE3" w14:paraId="29D9AE74" w14:textId="7B4CC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F26BE3" w:rsidTr="26233451" w14:paraId="6BFB0680" w14:textId="77777777">
        <w:tc>
          <w:tcPr>
            <w:tcW w:w="1679" w:type="dxa"/>
            <w:tcMar/>
          </w:tcPr>
          <w:p w:rsidRPr="009C54AE" w:rsidR="00F26BE3" w:rsidP="00F26BE3" w:rsidRDefault="00F26BE3" w14:paraId="2F3D5200" w14:textId="62DE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  <w:tcMar/>
          </w:tcPr>
          <w:p w:rsidR="00F26BE3" w:rsidP="26233451" w:rsidRDefault="004873E9" w14:paraId="5E7F92D4" w14:textId="36B8D290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13730C94">
              <w:rPr>
                <w:rFonts w:ascii="Corbel" w:hAnsi="Corbel"/>
                <w:b w:val="0"/>
                <w:bCs w:val="0"/>
                <w:caps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5F30BE22" w14:textId="10EC3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F26BE3" w:rsidTr="26233451" w14:paraId="62B5EFA5" w14:textId="77777777">
        <w:tc>
          <w:tcPr>
            <w:tcW w:w="1679" w:type="dxa"/>
            <w:tcMar/>
          </w:tcPr>
          <w:p w:rsidRPr="009C54AE" w:rsidR="00F26BE3" w:rsidP="00F26BE3" w:rsidRDefault="00F26BE3" w14:paraId="58FBBF12" w14:textId="1F8DD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B6B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  <w:tcMar/>
          </w:tcPr>
          <w:p w:rsidR="00F26BE3" w:rsidP="26233451" w:rsidRDefault="004873E9" w14:paraId="4CDDF1B3" w14:textId="6DE20B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13730C94">
              <w:rPr>
                <w:rFonts w:ascii="Corbel" w:hAnsi="Corbel"/>
                <w:b w:val="0"/>
                <w:bCs w:val="0"/>
                <w:caps w:val="0"/>
                <w:smallCaps w:val="0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  <w:tcMar/>
          </w:tcPr>
          <w:p w:rsidRPr="00F26BE3" w:rsidR="00F26BE3" w:rsidP="00F26BE3" w:rsidRDefault="00F26BE3" w14:paraId="798E49E6" w14:textId="567FD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A24E0B" w:rsidTr="26233451" w14:paraId="15B22CDC" w14:textId="77777777">
        <w:tc>
          <w:tcPr>
            <w:tcW w:w="1679" w:type="dxa"/>
            <w:tcMar/>
          </w:tcPr>
          <w:p w:rsidRPr="009C54AE" w:rsidR="00A24E0B" w:rsidP="00F26BE3" w:rsidRDefault="004873E9" w14:paraId="4D76E665" w14:textId="05A7EF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  <w:tcMar/>
          </w:tcPr>
          <w:p w:rsidR="00A24E0B" w:rsidP="26233451" w:rsidRDefault="004873E9" w14:paraId="657189B4" w14:textId="08DA677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13730C94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działać w sposób zorganizowany, wykorzystując wiedzę i umiejętności zdobyte w trakcie studiów;</w:t>
            </w:r>
          </w:p>
        </w:tc>
        <w:tc>
          <w:tcPr>
            <w:tcW w:w="1865" w:type="dxa"/>
            <w:tcMar/>
          </w:tcPr>
          <w:p w:rsidRPr="00F26BE3" w:rsidR="00A24E0B" w:rsidP="00F26BE3" w:rsidRDefault="00A24E0B" w14:paraId="4FBCB680" w14:textId="085414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6B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9C54AE" w:rsidR="0085747A" w:rsidP="009C54AE" w:rsidRDefault="0085747A" w14:paraId="677520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720B7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P="009C54AE" w:rsidRDefault="0085747A" w14:paraId="192ED6E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FCC9A93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7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7"/>
      </w:tblGrid>
      <w:tr w:rsidRPr="009C54AE" w:rsidR="006F0891" w:rsidTr="3FCC9A93" w14:paraId="3C82B504" w14:textId="77777777">
        <w:tc>
          <w:tcPr>
            <w:tcW w:w="9747" w:type="dxa"/>
            <w:tcMar/>
          </w:tcPr>
          <w:p w:rsidRPr="009C54AE" w:rsidR="006F0891" w:rsidP="26233451" w:rsidRDefault="006F0891" w14:paraId="7C329B74" w14:textId="77777777" w14:noSpellErr="1">
            <w:pPr>
              <w:pStyle w:val="Normalny"/>
              <w:spacing w:after="0" w:line="240" w:lineRule="auto"/>
              <w:ind w:left="0"/>
              <w:rPr>
                <w:rFonts w:ascii="Calibri" w:hAnsi="Calibri" w:eastAsia="Calibri" w:cs="Times New Roman"/>
                <w:sz w:val="22"/>
                <w:szCs w:val="22"/>
              </w:rPr>
            </w:pPr>
            <w:bookmarkStart w:name="_Hlk89938021" w:id="0"/>
            <w:r w:rsidRPr="26233451" w:rsidR="5407F0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F0891" w:rsidTr="3FCC9A93" w14:paraId="7982079B" w14:textId="77777777">
        <w:tc>
          <w:tcPr>
            <w:tcW w:w="9747" w:type="dxa"/>
            <w:tcMar/>
          </w:tcPr>
          <w:p w:rsidRPr="009C54AE" w:rsidR="006F0891" w:rsidP="26233451" w:rsidRDefault="006F0891" w14:paraId="7D67284D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Pojęcie usług publicznych i pojęć pokrewnych.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Sfera publiczna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i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sektora usług publicznych</w:t>
            </w:r>
          </w:p>
        </w:tc>
      </w:tr>
      <w:tr w:rsidRPr="009C54AE" w:rsidR="006F0891" w:rsidTr="3FCC9A93" w14:paraId="7830786F" w14:textId="77777777">
        <w:tc>
          <w:tcPr>
            <w:tcW w:w="9747" w:type="dxa"/>
            <w:tcMar/>
          </w:tcPr>
          <w:p w:rsidRPr="00213DF5" w:rsidR="006F0891" w:rsidP="26233451" w:rsidRDefault="006F0891" w14:paraId="0C6ACC68" w14:textId="14CAF590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Modele administracji a wykonywanie usług publicznych (od klasycznej biurokracji, prze </w:t>
            </w:r>
            <w:proofErr w:type="gramStart"/>
            <w:r w:rsidRPr="26233451" w:rsidR="5407F04E">
              <w:rPr>
                <w:rFonts w:ascii="Corbel" w:hAnsi="Corbel"/>
                <w:sz w:val="24"/>
                <w:szCs w:val="24"/>
              </w:rPr>
              <w:t xml:space="preserve">NPZ,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gramEnd"/>
            <w:r w:rsidRPr="26233451" w:rsidR="5407F04E">
              <w:rPr>
                <w:rFonts w:ascii="Corbel" w:hAnsi="Corbel"/>
                <w:sz w:val="24"/>
                <w:szCs w:val="24"/>
              </w:rPr>
              <w:t xml:space="preserve">   do </w:t>
            </w:r>
            <w:r w:rsidRPr="26233451" w:rsidR="5407F04E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public </w:t>
            </w:r>
            <w:proofErr w:type="spellStart"/>
            <w:r w:rsidRPr="26233451" w:rsidR="5407F04E">
              <w:rPr>
                <w:rFonts w:ascii="Corbel" w:hAnsi="Corbel"/>
                <w:i w:val="1"/>
                <w:iCs w:val="1"/>
                <w:sz w:val="24"/>
                <w:szCs w:val="24"/>
              </w:rPr>
              <w:t>governance</w:t>
            </w:r>
            <w:proofErr w:type="spellEnd"/>
            <w:r w:rsidRPr="26233451" w:rsidR="5407F04E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Pr="009C54AE" w:rsidR="006F0891" w:rsidTr="3FCC9A93" w14:paraId="0B3DABDB" w14:textId="77777777">
        <w:tc>
          <w:tcPr>
            <w:tcW w:w="9747" w:type="dxa"/>
            <w:tcMar/>
          </w:tcPr>
          <w:p w:rsidR="006F0891" w:rsidP="26233451" w:rsidRDefault="006F0891" w14:paraId="7689458A" w14:textId="77777777" w14:noSpellErr="1">
            <w:pPr>
              <w:pStyle w:val="Akapitzlist"/>
              <w:spacing w:after="0" w:line="240" w:lineRule="auto"/>
              <w:ind w:left="90" w:hanging="0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Istota współczesnych usług publicznych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. Pojęcie i klasyfikacja.</w:t>
            </w:r>
          </w:p>
        </w:tc>
      </w:tr>
      <w:tr w:rsidRPr="009C54AE" w:rsidR="006F0891" w:rsidTr="3FCC9A93" w14:paraId="2F3B99B2" w14:textId="77777777">
        <w:tc>
          <w:tcPr>
            <w:tcW w:w="9747" w:type="dxa"/>
            <w:tcMar/>
          </w:tcPr>
          <w:p w:rsidRPr="009C54AE" w:rsidR="006F0891" w:rsidP="26233451" w:rsidRDefault="006F0891" w14:paraId="57F6B99D" w14:textId="3E163FEA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FCC9A93" w:rsidR="00D62DD5">
              <w:rPr>
                <w:rFonts w:ascii="Corbel" w:hAnsi="Corbel"/>
                <w:sz w:val="24"/>
                <w:szCs w:val="24"/>
              </w:rPr>
              <w:t xml:space="preserve">Charakterystyka usług administracyjnych 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>(m.in.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 xml:space="preserve"> wydawanie dokumentów, decyzji, zezwoleń i 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>koncesji)</w:t>
            </w:r>
          </w:p>
        </w:tc>
      </w:tr>
      <w:tr w:rsidRPr="009C54AE" w:rsidR="006F0891" w:rsidTr="3FCC9A93" w14:paraId="136AB22D" w14:textId="77777777">
        <w:tc>
          <w:tcPr>
            <w:tcW w:w="9747" w:type="dxa"/>
            <w:tcMar/>
          </w:tcPr>
          <w:p w:rsidRPr="00CB4504" w:rsidR="006F0891" w:rsidP="26233451" w:rsidRDefault="006F0891" w14:paraId="1C841D74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Usługi społeczne- charakterystyka i zakres. </w:t>
            </w:r>
          </w:p>
        </w:tc>
      </w:tr>
      <w:tr w:rsidRPr="009C54AE" w:rsidR="006F0891" w:rsidTr="3FCC9A93" w14:paraId="2751B265" w14:textId="77777777">
        <w:tc>
          <w:tcPr>
            <w:tcW w:w="9747" w:type="dxa"/>
            <w:tcMar/>
          </w:tcPr>
          <w:p w:rsidR="006F0891" w:rsidP="26233451" w:rsidRDefault="006F0891" w14:paraId="7F422350" w14:textId="0FCC6632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Wybrane zagadnienia usług społecznych (oświata, kultura, ochrona zdrowia, opieka społeczna,</w:t>
            </w:r>
            <w:r w:rsidRPr="26233451" w:rsidR="022E1DDF">
              <w:rPr>
                <w:rFonts w:ascii="Corbel" w:hAnsi="Corbel"/>
                <w:sz w:val="24"/>
                <w:szCs w:val="24"/>
              </w:rPr>
              <w:t xml:space="preserve">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bezpieczeństwo publiczne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6F0891" w:rsidTr="3FCC9A93" w14:paraId="14F2B2BE" w14:textId="77777777">
        <w:tc>
          <w:tcPr>
            <w:tcW w:w="9747" w:type="dxa"/>
            <w:tcMar/>
          </w:tcPr>
          <w:p w:rsidRPr="00CB4504" w:rsidR="006F0891" w:rsidP="26233451" w:rsidRDefault="006F0891" w14:paraId="043589C3" w14:textId="2FB3E285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FCC9A93" w:rsidR="00D62DD5">
              <w:rPr>
                <w:rFonts w:ascii="Corbel" w:hAnsi="Corbel"/>
                <w:sz w:val="24"/>
                <w:szCs w:val="24"/>
              </w:rPr>
              <w:t xml:space="preserve">Usługi techniczne- zakres i wybrane zagadnienia (transport, zaopatrzenie w energię i 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 xml:space="preserve">wodę, 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>o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 xml:space="preserve"> gospodarka opadami, zieleń i cmentarnictwo)</w:t>
            </w:r>
          </w:p>
        </w:tc>
      </w:tr>
      <w:tr w:rsidRPr="009C54AE" w:rsidR="006F0891" w:rsidTr="3FCC9A93" w14:paraId="04F36E66" w14:textId="77777777">
        <w:tc>
          <w:tcPr>
            <w:tcW w:w="9747" w:type="dxa"/>
            <w:tcMar/>
          </w:tcPr>
          <w:p w:rsidRPr="00CB4504" w:rsidR="006F0891" w:rsidP="26233451" w:rsidRDefault="006F0891" w14:paraId="3DBFDFA4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Wykonywanie usług publicznych przy wykorzystaniu mechanizmów rynkowych.</w:t>
            </w:r>
          </w:p>
        </w:tc>
      </w:tr>
      <w:tr w:rsidRPr="009C54AE" w:rsidR="006F0891" w:rsidTr="3FCC9A93" w14:paraId="485EA4D6" w14:textId="77777777">
        <w:tc>
          <w:tcPr>
            <w:tcW w:w="9747" w:type="dxa"/>
            <w:tcMar/>
          </w:tcPr>
          <w:p w:rsidRPr="00CB4504" w:rsidR="006F0891" w:rsidP="26233451" w:rsidRDefault="006F0891" w14:paraId="09DEEE0A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Udział organizacji trzeciego sektora przy wykonywaniu usług publicznych.</w:t>
            </w:r>
          </w:p>
        </w:tc>
      </w:tr>
      <w:tr w:rsidRPr="009C54AE" w:rsidR="006F0891" w:rsidTr="3FCC9A93" w14:paraId="35376C17" w14:textId="77777777">
        <w:tc>
          <w:tcPr>
            <w:tcW w:w="9747" w:type="dxa"/>
            <w:tcMar/>
          </w:tcPr>
          <w:p w:rsidR="006F0891" w:rsidP="26233451" w:rsidRDefault="006F0891" w14:paraId="71E69036" w14:textId="77777777" w14:noSpellErr="1">
            <w:pPr>
              <w:pStyle w:val="Akapitzlist"/>
              <w:spacing w:after="0" w:line="240" w:lineRule="auto"/>
              <w:ind w:left="9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Realizacja usług publicznych w formie e-usług.</w:t>
            </w:r>
          </w:p>
        </w:tc>
      </w:tr>
      <w:bookmarkEnd w:id="0"/>
    </w:tbl>
    <w:p w:rsidRPr="009C54AE" w:rsidR="00675843" w:rsidP="009C54AE" w:rsidRDefault="00675843" w14:paraId="34F753B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P="009C54AE" w:rsidRDefault="0085747A" w14:paraId="24BC3E9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FCC9A93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FCC9A93" w:rsidR="009F4610">
        <w:rPr>
          <w:rFonts w:ascii="Corbel" w:hAnsi="Corbel"/>
          <w:sz w:val="24"/>
          <w:szCs w:val="24"/>
        </w:rPr>
        <w:t xml:space="preserve">, </w:t>
      </w:r>
      <w:r w:rsidRPr="3FCC9A93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3"/>
      </w:tblGrid>
      <w:tr w:rsidRPr="009C54AE" w:rsidR="006F0891" w:rsidTr="3FCC9A93" w14:paraId="1518AB9D" w14:textId="77777777">
        <w:tc>
          <w:tcPr>
            <w:tcW w:w="9633" w:type="dxa"/>
            <w:tcMar/>
          </w:tcPr>
          <w:p w:rsidRPr="009C54AE" w:rsidR="006F0891" w:rsidP="00B720EA" w:rsidRDefault="006F0891" w14:paraId="5EA2580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F0891" w:rsidTr="3FCC9A93" w14:paraId="353D7459" w14:textId="77777777">
        <w:tc>
          <w:tcPr>
            <w:tcW w:w="9633" w:type="dxa"/>
            <w:tcMar/>
          </w:tcPr>
          <w:p w:rsidRPr="009C54AE" w:rsidR="006F0891" w:rsidP="26233451" w:rsidRDefault="006F0891" w14:paraId="6E7C650C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Pojęcie usług publicznych i pojęć pokrewnych.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Sfera publiczna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i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sektora usług publicznych</w:t>
            </w:r>
          </w:p>
        </w:tc>
      </w:tr>
      <w:tr w:rsidRPr="009C54AE" w:rsidR="006F0891" w:rsidTr="3FCC9A93" w14:paraId="0B6A9263" w14:textId="77777777">
        <w:tc>
          <w:tcPr>
            <w:tcW w:w="9633" w:type="dxa"/>
            <w:tcMar/>
          </w:tcPr>
          <w:p w:rsidRPr="00213DF5" w:rsidR="006F0891" w:rsidP="26233451" w:rsidRDefault="006F0891" w14:paraId="11A53EE5" w14:textId="74AC3106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Modele administracji a wykonywanie usług publicznych (od klasycznej biurokracji, prze </w:t>
            </w:r>
            <w:proofErr w:type="gramStart"/>
            <w:r w:rsidRPr="26233451" w:rsidR="5407F04E">
              <w:rPr>
                <w:rFonts w:ascii="Corbel" w:hAnsi="Corbel"/>
                <w:sz w:val="24"/>
                <w:szCs w:val="24"/>
              </w:rPr>
              <w:t xml:space="preserve">NPZ,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gramEnd"/>
            <w:r w:rsidRPr="26233451" w:rsidR="5407F04E">
              <w:rPr>
                <w:rFonts w:ascii="Corbel" w:hAnsi="Corbel"/>
                <w:sz w:val="24"/>
                <w:szCs w:val="24"/>
              </w:rPr>
              <w:t xml:space="preserve">   do </w:t>
            </w:r>
            <w:r w:rsidRPr="26233451" w:rsidR="5407F04E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public </w:t>
            </w:r>
            <w:proofErr w:type="spellStart"/>
            <w:r w:rsidRPr="26233451" w:rsidR="5407F04E">
              <w:rPr>
                <w:rFonts w:ascii="Corbel" w:hAnsi="Corbel"/>
                <w:i w:val="1"/>
                <w:iCs w:val="1"/>
                <w:sz w:val="24"/>
                <w:szCs w:val="24"/>
              </w:rPr>
              <w:t>governance</w:t>
            </w:r>
            <w:proofErr w:type="spellEnd"/>
            <w:r w:rsidRPr="26233451" w:rsidR="5407F04E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Pr="009C54AE" w:rsidR="006F0891" w:rsidTr="3FCC9A93" w14:paraId="1FC546E0" w14:textId="77777777">
        <w:tc>
          <w:tcPr>
            <w:tcW w:w="9633" w:type="dxa"/>
            <w:tcMar/>
          </w:tcPr>
          <w:p w:rsidR="006F0891" w:rsidP="26233451" w:rsidRDefault="006F0891" w14:paraId="127EA67A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Istota współczesnych usług publicznych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. Pojęcie i klasyfikacja.</w:t>
            </w:r>
          </w:p>
        </w:tc>
      </w:tr>
      <w:tr w:rsidRPr="009C54AE" w:rsidR="006F0891" w:rsidTr="3FCC9A93" w14:paraId="2DB0F850" w14:textId="77777777">
        <w:tc>
          <w:tcPr>
            <w:tcW w:w="9633" w:type="dxa"/>
            <w:tcMar/>
          </w:tcPr>
          <w:p w:rsidRPr="009C54AE" w:rsidR="006F0891" w:rsidP="26233451" w:rsidRDefault="006F0891" w14:paraId="6E3CCDD3" w14:textId="187B03AA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3FCC9A93" w:rsidR="00D62DD5">
              <w:rPr>
                <w:rFonts w:ascii="Corbel" w:hAnsi="Corbel"/>
                <w:sz w:val="24"/>
                <w:szCs w:val="24"/>
              </w:rPr>
              <w:t xml:space="preserve">Charakterystyka usług administracyjnych 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>(m.in.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 xml:space="preserve"> wydawanie dokumentów, decyzji, zezwoleń i </w:t>
            </w:r>
            <w:r w:rsidRPr="3FCC9A93" w:rsidR="00D62DD5">
              <w:rPr>
                <w:rFonts w:ascii="Corbel" w:hAnsi="Corbel"/>
                <w:sz w:val="24"/>
                <w:szCs w:val="24"/>
              </w:rPr>
              <w:t>koncesji)</w:t>
            </w:r>
          </w:p>
        </w:tc>
      </w:tr>
      <w:tr w:rsidRPr="009C54AE" w:rsidR="006F0891" w:rsidTr="3FCC9A93" w14:paraId="2E1B9299" w14:textId="77777777">
        <w:tc>
          <w:tcPr>
            <w:tcW w:w="9633" w:type="dxa"/>
            <w:tcMar/>
          </w:tcPr>
          <w:p w:rsidRPr="00CB4504" w:rsidR="006F0891" w:rsidP="26233451" w:rsidRDefault="006F0891" w14:paraId="7932D4D3" w14:textId="77777777" w14:noSpellErr="1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Usługi społeczne- charakterystyka i zakres. </w:t>
            </w:r>
          </w:p>
        </w:tc>
      </w:tr>
      <w:tr w:rsidRPr="009C54AE" w:rsidR="006F0891" w:rsidTr="3FCC9A93" w14:paraId="3F7E174A" w14:textId="77777777">
        <w:tc>
          <w:tcPr>
            <w:tcW w:w="9633" w:type="dxa"/>
            <w:tcMar/>
          </w:tcPr>
          <w:p w:rsidR="006F0891" w:rsidP="26233451" w:rsidRDefault="006F0891" w14:paraId="72D3B971" w14:textId="406CE9D8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Wybrane zagadnienia usług społecznych (oświata, kultura, ochrona zdrowia, opieka społeczna,</w:t>
            </w:r>
            <w:r w:rsidRPr="26233451" w:rsidR="0C142129">
              <w:rPr>
                <w:rFonts w:ascii="Corbel" w:hAnsi="Corbel"/>
                <w:sz w:val="24"/>
                <w:szCs w:val="24"/>
              </w:rPr>
              <w:t xml:space="preserve">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bezpieczeństwo publiczne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6F0891" w:rsidTr="3FCC9A93" w14:paraId="1C923191" w14:textId="77777777">
        <w:tc>
          <w:tcPr>
            <w:tcW w:w="9633" w:type="dxa"/>
            <w:tcMar/>
          </w:tcPr>
          <w:p w:rsidRPr="00CB4504" w:rsidR="006F0891" w:rsidP="26233451" w:rsidRDefault="006F0891" w14:paraId="635059CE" w14:textId="033322C1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 xml:space="preserve">Usługi techniczne- zakres i wybrane zagadnienia (transport, zaopatrzenie w energię i wodę, </w:t>
            </w:r>
            <w:r w:rsidRPr="26233451" w:rsidR="5407F04E">
              <w:rPr>
                <w:rFonts w:ascii="Corbel" w:hAnsi="Corbel"/>
                <w:sz w:val="24"/>
                <w:szCs w:val="24"/>
              </w:rPr>
              <w:t>o gospodarka opadami, zieleń i cmentarnictwo)</w:t>
            </w:r>
          </w:p>
        </w:tc>
      </w:tr>
      <w:tr w:rsidRPr="009C54AE" w:rsidR="006F0891" w:rsidTr="3FCC9A93" w14:paraId="036D2456" w14:textId="77777777">
        <w:tc>
          <w:tcPr>
            <w:tcW w:w="9633" w:type="dxa"/>
            <w:tcMar/>
          </w:tcPr>
          <w:p w:rsidRPr="00CB4504" w:rsidR="006F0891" w:rsidP="26233451" w:rsidRDefault="006F0891" w14:paraId="2F845993" w14:textId="77777777" w14:noSpellErr="1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Wykonywanie usług publicznych przy wykorzystaniu mechanizmów rynkowych.</w:t>
            </w:r>
          </w:p>
        </w:tc>
      </w:tr>
      <w:tr w:rsidRPr="009C54AE" w:rsidR="006F0891" w:rsidTr="3FCC9A93" w14:paraId="62250DAF" w14:textId="77777777">
        <w:tc>
          <w:tcPr>
            <w:tcW w:w="9633" w:type="dxa"/>
            <w:tcMar/>
          </w:tcPr>
          <w:p w:rsidRPr="00CB4504" w:rsidR="006F0891" w:rsidP="26233451" w:rsidRDefault="006F0891" w14:paraId="0D17B91C" w14:textId="77777777" w14:noSpellErr="1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Udział organizacji trzeciego sektora przy wykonywaniu usług publicznych.</w:t>
            </w:r>
          </w:p>
        </w:tc>
      </w:tr>
      <w:tr w:rsidRPr="009C54AE" w:rsidR="006F0891" w:rsidTr="3FCC9A93" w14:paraId="63E77820" w14:textId="77777777">
        <w:tc>
          <w:tcPr>
            <w:tcW w:w="9633" w:type="dxa"/>
            <w:tcMar/>
          </w:tcPr>
          <w:p w:rsidR="006F0891" w:rsidP="26233451" w:rsidRDefault="006F0891" w14:paraId="428ADA5A" w14:textId="77777777" w14:noSpellErr="1">
            <w:pPr>
              <w:pStyle w:val="Akapitzlist"/>
              <w:spacing w:after="0" w:line="240" w:lineRule="auto"/>
              <w:ind w:left="0" w:hanging="0"/>
              <w:jc w:val="both"/>
              <w:rPr>
                <w:rFonts w:ascii="Corbel" w:hAnsi="Corbel"/>
                <w:sz w:val="24"/>
                <w:szCs w:val="24"/>
              </w:rPr>
            </w:pPr>
            <w:r w:rsidRPr="26233451" w:rsidR="5407F04E">
              <w:rPr>
                <w:rFonts w:ascii="Corbel" w:hAnsi="Corbel"/>
                <w:sz w:val="24"/>
                <w:szCs w:val="24"/>
              </w:rPr>
              <w:t>Realizacja usług publicznych w formie e-usług.</w:t>
            </w:r>
          </w:p>
        </w:tc>
      </w:tr>
    </w:tbl>
    <w:p w:rsidRPr="009C54AE" w:rsidR="0085747A" w:rsidP="009C54AE" w:rsidRDefault="0085747A" w14:paraId="537362D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CA326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A143A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6787" w:rsidR="004C6787" w:rsidP="004C6787" w:rsidRDefault="004C6787" w14:paraId="485FE5C5" w14:textId="7B528B62">
      <w:pPr>
        <w:pStyle w:val="Punktygwne"/>
        <w:spacing w:before="0"/>
        <w:rPr>
          <w:rFonts w:ascii="Corbel" w:hAnsi="Corbel"/>
          <w:i/>
          <w:sz w:val="20"/>
          <w:szCs w:val="20"/>
        </w:rPr>
      </w:pPr>
      <w:r w:rsidRPr="004C6787">
        <w:rPr>
          <w:rFonts w:ascii="Corbel" w:hAnsi="Corbel"/>
          <w:i/>
          <w:sz w:val="20"/>
          <w:szCs w:val="20"/>
        </w:rPr>
        <w:t>wykłady: wykład z prezentacją multimedialną, dyskusja, analiza przypadków,</w:t>
      </w:r>
    </w:p>
    <w:p w:rsidRPr="001307CC" w:rsidR="00E960BB" w:rsidP="001307CC" w:rsidRDefault="004C6787" w14:paraId="5D9CF13D" w14:textId="47AD13D3">
      <w:pPr>
        <w:pStyle w:val="Punktygwne"/>
        <w:rPr>
          <w:rFonts w:ascii="Corbel" w:hAnsi="Corbel"/>
          <w:i/>
          <w:sz w:val="20"/>
          <w:szCs w:val="20"/>
        </w:rPr>
      </w:pPr>
      <w:r w:rsidRPr="004C6787">
        <w:rPr>
          <w:rFonts w:ascii="Corbel" w:hAnsi="Corbel"/>
          <w:i/>
          <w:sz w:val="20"/>
          <w:szCs w:val="20"/>
        </w:rPr>
        <w:t>ćwiczenia: dyskusja, analiza przypadków, praca w grupie.</w:t>
      </w:r>
    </w:p>
    <w:p w:rsidR="00E960BB" w:rsidP="009C54AE" w:rsidRDefault="00E960BB" w14:paraId="68DF8A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2D311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65134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45911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7FCBD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9C59AC" w14:paraId="2E1037CD" w14:textId="77777777">
        <w:tc>
          <w:tcPr>
            <w:tcW w:w="1962" w:type="dxa"/>
            <w:vAlign w:val="center"/>
          </w:tcPr>
          <w:p w:rsidRPr="009C54AE" w:rsidR="0085747A" w:rsidP="009C54AE" w:rsidRDefault="0071620A" w14:paraId="65FE12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F1B1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DCD86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0BBCC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FA66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9C59AC" w14:paraId="66B660F6" w14:textId="77777777">
        <w:tc>
          <w:tcPr>
            <w:tcW w:w="1962" w:type="dxa"/>
          </w:tcPr>
          <w:p w:rsidRPr="009C54AE" w:rsidR="0085747A" w:rsidP="009C54AE" w:rsidRDefault="0085747A" w14:paraId="3F3982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D20863" w:rsidR="0085747A" w:rsidP="009C54AE" w:rsidRDefault="00D20863" w14:paraId="1C511A5C" w14:textId="583F16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</w:t>
            </w:r>
            <w:r w:rsidR="001714DE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wium,</w:t>
            </w:r>
          </w:p>
        </w:tc>
        <w:tc>
          <w:tcPr>
            <w:tcW w:w="2117" w:type="dxa"/>
          </w:tcPr>
          <w:p w:rsidRPr="009C54AE" w:rsidR="0085747A" w:rsidP="009C54AE" w:rsidRDefault="001714DE" w14:paraId="6E6D006E" w14:textId="5D16FB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9C59AC" w14:paraId="0B78EFC9" w14:textId="77777777">
        <w:tc>
          <w:tcPr>
            <w:tcW w:w="1962" w:type="dxa"/>
          </w:tcPr>
          <w:p w:rsidRPr="009C54AE" w:rsidR="0085747A" w:rsidP="009C54AE" w:rsidRDefault="0085747A" w14:paraId="7DB2B7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85747A" w:rsidP="009C54AE" w:rsidRDefault="007A3025" w14:paraId="4C44E58A" w14:textId="217E7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kolokwium, </w:t>
            </w:r>
          </w:p>
        </w:tc>
        <w:tc>
          <w:tcPr>
            <w:tcW w:w="2117" w:type="dxa"/>
          </w:tcPr>
          <w:p w:rsidRPr="009C54AE" w:rsidR="0085747A" w:rsidP="009C54AE" w:rsidRDefault="001714DE" w14:paraId="0A26BEF8" w14:textId="2DDC7E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1714DE" w:rsidTr="009C59AC" w14:paraId="49D732E6" w14:textId="77777777">
        <w:tc>
          <w:tcPr>
            <w:tcW w:w="1962" w:type="dxa"/>
          </w:tcPr>
          <w:p w:rsidRPr="009C54AE" w:rsidR="001714DE" w:rsidP="009C54AE" w:rsidRDefault="00386931" w14:paraId="0BC2104D" w14:textId="14024F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714DE" w:rsidP="009C54AE" w:rsidRDefault="003A090B" w14:paraId="2EF806C8" w14:textId="1E5203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</w:t>
            </w:r>
          </w:p>
        </w:tc>
        <w:tc>
          <w:tcPr>
            <w:tcW w:w="2117" w:type="dxa"/>
          </w:tcPr>
          <w:p w:rsidRPr="009C54AE" w:rsidR="001714DE" w:rsidP="009C54AE" w:rsidRDefault="000116DA" w14:paraId="7C28F1F5" w14:textId="4A9486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38693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1714DE" w:rsidTr="009C59AC" w14:paraId="33001785" w14:textId="77777777">
        <w:tc>
          <w:tcPr>
            <w:tcW w:w="1962" w:type="dxa"/>
          </w:tcPr>
          <w:p w:rsidRPr="009C54AE" w:rsidR="001714DE" w:rsidP="009C54AE" w:rsidRDefault="00386931" w14:paraId="2381FABB" w14:textId="157865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1714DE" w:rsidP="009C54AE" w:rsidRDefault="00E40119" w14:paraId="4C7CA6AF" w14:textId="2C8C4E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</w:t>
            </w:r>
          </w:p>
        </w:tc>
        <w:tc>
          <w:tcPr>
            <w:tcW w:w="2117" w:type="dxa"/>
          </w:tcPr>
          <w:p w:rsidRPr="009C54AE" w:rsidR="001714DE" w:rsidP="009C54AE" w:rsidRDefault="00E40119" w14:paraId="65135DBD" w14:textId="5E6ABE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0116D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386931" w:rsidTr="009C59AC" w14:paraId="41F8B16F" w14:textId="77777777">
        <w:tc>
          <w:tcPr>
            <w:tcW w:w="1962" w:type="dxa"/>
          </w:tcPr>
          <w:p w:rsidRPr="009C54AE" w:rsidR="00386931" w:rsidP="009C54AE" w:rsidRDefault="00386931" w14:paraId="114B4EAF" w14:textId="63FFD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="00386931" w:rsidP="009C54AE" w:rsidRDefault="00E40119" w14:paraId="111651E4" w14:textId="71A0C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386931" w:rsidP="009C54AE" w:rsidRDefault="00B148BA" w14:paraId="205041CA" w14:textId="3717E8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40119" w:rsidTr="009C59AC" w14:paraId="10BCC787" w14:textId="77777777">
        <w:tc>
          <w:tcPr>
            <w:tcW w:w="1962" w:type="dxa"/>
          </w:tcPr>
          <w:p w:rsidRPr="009C54AE" w:rsidR="00E40119" w:rsidP="00E40119" w:rsidRDefault="00E40119" w14:paraId="514AA2F8" w14:textId="6B4F8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="00E40119" w:rsidP="00E40119" w:rsidRDefault="00FD1D5E" w14:paraId="375AD923" w14:textId="77F546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kolokwium, </w:t>
            </w:r>
            <w:r w:rsidRPr="00A02383" w:rsidR="00E4011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40119" w:rsidP="00E40119" w:rsidRDefault="00E40119" w14:paraId="3348F3C6" w14:textId="2B350A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714D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40119" w:rsidTr="009C59AC" w14:paraId="701D98EB" w14:textId="77777777">
        <w:tc>
          <w:tcPr>
            <w:tcW w:w="1962" w:type="dxa"/>
          </w:tcPr>
          <w:p w:rsidRPr="009C54AE" w:rsidR="00E40119" w:rsidP="00E40119" w:rsidRDefault="00E40119" w14:paraId="7BAADB5D" w14:textId="60B49C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:rsidRPr="00B148BA" w:rsidR="00E40119" w:rsidP="00E40119" w:rsidRDefault="00E40119" w14:paraId="64AE82BB" w14:textId="41EF4E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2383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714DE" w:rsidR="00E40119" w:rsidP="00E40119" w:rsidRDefault="00E40119" w14:paraId="15DA3B32" w14:textId="156524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7B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40119" w:rsidTr="009C59AC" w14:paraId="5F89D5A4" w14:textId="77777777">
        <w:tc>
          <w:tcPr>
            <w:tcW w:w="1962" w:type="dxa"/>
          </w:tcPr>
          <w:p w:rsidRPr="009C54AE" w:rsidR="00E40119" w:rsidP="00E40119" w:rsidRDefault="00E40119" w14:paraId="6E9765D9" w14:textId="35B063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:rsidRPr="00B148BA" w:rsidR="00E40119" w:rsidP="00E40119" w:rsidRDefault="00E40119" w14:paraId="412B32D0" w14:textId="669AD8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714DE" w:rsidR="00E40119" w:rsidP="00E40119" w:rsidRDefault="00E40119" w14:paraId="31492E81" w14:textId="642980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7B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40119" w:rsidTr="009C59AC" w14:paraId="7C84B6A0" w14:textId="77777777">
        <w:tc>
          <w:tcPr>
            <w:tcW w:w="1962" w:type="dxa"/>
          </w:tcPr>
          <w:p w:rsidRPr="009C54AE" w:rsidR="00E40119" w:rsidP="00E40119" w:rsidRDefault="00E40119" w14:paraId="3723587C" w14:textId="63B74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:rsidRPr="00B148BA" w:rsidR="00E40119" w:rsidP="00E40119" w:rsidRDefault="00E40119" w14:paraId="62065773" w14:textId="0F1565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714DE" w:rsidR="00E40119" w:rsidP="00E40119" w:rsidRDefault="00E40119" w14:paraId="2855BEC8" w14:textId="27254B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7B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E40119" w:rsidTr="009C59AC" w14:paraId="50E7B0FB" w14:textId="77777777">
        <w:tc>
          <w:tcPr>
            <w:tcW w:w="1962" w:type="dxa"/>
          </w:tcPr>
          <w:p w:rsidRPr="009C54AE" w:rsidR="00E40119" w:rsidP="00E40119" w:rsidRDefault="00E40119" w14:paraId="1E3633A0" w14:textId="1DAA7E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AB7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:rsidRPr="00B148BA" w:rsidR="00E40119" w:rsidP="00E40119" w:rsidRDefault="00E40119" w14:paraId="2067417E" w14:textId="457E31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</w:t>
            </w:r>
            <w:r w:rsidR="00D5704D">
              <w:rPr>
                <w:rFonts w:ascii="Corbel" w:hAnsi="Corbel"/>
                <w:b w:val="0"/>
                <w:szCs w:val="24"/>
              </w:rPr>
              <w:t>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17" w:type="dxa"/>
          </w:tcPr>
          <w:p w:rsidRPr="001714DE" w:rsidR="00E40119" w:rsidP="00E40119" w:rsidRDefault="00E40119" w14:paraId="34483360" w14:textId="5CC0F6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7B0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7B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3993B4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28570A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440CE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25849E9" w14:paraId="125C510E" w14:textId="77777777">
        <w:tc>
          <w:tcPr>
            <w:tcW w:w="9670" w:type="dxa"/>
            <w:tcMar/>
          </w:tcPr>
          <w:p w:rsidRPr="009C54AE" w:rsidR="0085747A" w:rsidP="325849E9" w:rsidRDefault="0025575A" w14:paraId="1EF27A24" w14:textId="242252A4">
            <w:pPr>
              <w:spacing w:before="0" w:after="0"/>
              <w:jc w:val="both"/>
            </w:pPr>
            <w:r w:rsidRPr="325849E9" w:rsidR="3855A8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325849E9" w:rsidR="3855A8EE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25849E9" w:rsidR="3855A8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325849E9" w:rsidR="3855A8E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25849E9" w:rsidRDefault="0025575A" w14:paraId="4543DD03" w14:textId="2BD42898">
            <w:pPr>
              <w:spacing w:before="0" w:after="0"/>
              <w:jc w:val="both"/>
            </w:pPr>
            <w:r w:rsidRPr="325849E9" w:rsidR="3855A8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25849E9" w:rsidR="3855A8E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25849E9" w:rsidRDefault="0025575A" w14:paraId="186E2A60" w14:textId="240CA509">
            <w:pPr>
              <w:spacing w:before="0" w:after="0"/>
              <w:jc w:val="both"/>
            </w:pPr>
            <w:r w:rsidRPr="325849E9" w:rsidR="3855A8E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25849E9" w:rsidR="3855A8E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25849E9" w:rsidRDefault="0025575A" w14:paraId="280A30A9" w14:textId="20772079">
            <w:pPr>
              <w:spacing w:before="0" w:after="0"/>
            </w:pPr>
            <w:r w:rsidRPr="325849E9" w:rsidR="3855A8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85747A" w:rsidP="325849E9" w:rsidRDefault="0025575A" w14:paraId="454A5076" w14:textId="49E5ABEE">
            <w:pPr>
              <w:spacing w:before="0" w:after="0"/>
            </w:pPr>
            <w:r w:rsidRPr="325849E9" w:rsidR="3855A8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85747A" w:rsidP="325849E9" w:rsidRDefault="0025575A" w14:paraId="1FE00E99" w14:textId="7D0E6A32">
            <w:pPr>
              <w:spacing w:before="0" w:after="0"/>
            </w:pPr>
            <w:r w:rsidRPr="325849E9" w:rsidR="3855A8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85747A" w:rsidP="325849E9" w:rsidRDefault="0025575A" w14:paraId="050B3576" w14:textId="6ED5716D">
            <w:pPr>
              <w:spacing w:before="0" w:after="0"/>
            </w:pPr>
            <w:r w:rsidRPr="325849E9" w:rsidR="3855A8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85747A" w:rsidP="325849E9" w:rsidRDefault="0025575A" w14:paraId="73192679" w14:textId="781814ED">
            <w:pPr>
              <w:spacing w:before="0" w:after="0"/>
            </w:pPr>
            <w:r w:rsidRPr="325849E9" w:rsidR="3855A8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85747A" w:rsidP="325849E9" w:rsidRDefault="0025575A" w14:paraId="3B743335" w14:textId="4EE9E14F">
            <w:pPr>
              <w:spacing w:before="0" w:after="0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</w:pPr>
            <w:proofErr w:type="spellStart"/>
            <w:r w:rsidRPr="325849E9" w:rsidR="3855A8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325849E9" w:rsidR="3855A8E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.- poniżej 50 %. </w:t>
            </w:r>
          </w:p>
          <w:p w:rsidRPr="009C54AE" w:rsidR="0085747A" w:rsidP="325849E9" w:rsidRDefault="0025575A" w14:paraId="3BF36A49" w14:textId="5DF0E830">
            <w:pPr>
              <w:spacing w:before="0" w:after="0"/>
              <w:jc w:val="both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325849E9" w:rsidR="3855A8EE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25849E9" w:rsidRDefault="0025575A" w14:paraId="28F05D2A" w14:textId="7C9784B7">
            <w:pPr>
              <w:spacing w:before="0" w:after="0"/>
              <w:jc w:val="both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325849E9" w:rsidR="3855A8EE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85747A" w:rsidP="325849E9" w:rsidRDefault="0025575A" w14:paraId="644118F7" w14:textId="5C5A9199">
            <w:pPr>
              <w:spacing w:before="0" w:after="0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85747A" w:rsidP="325849E9" w:rsidRDefault="0025575A" w14:paraId="390A2048" w14:textId="579977F6">
            <w:pPr>
              <w:spacing w:before="0" w:after="0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85747A" w:rsidP="325849E9" w:rsidRDefault="0025575A" w14:paraId="6E1628B6" w14:textId="03B405BE">
            <w:pPr>
              <w:spacing w:before="0" w:after="0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85747A" w:rsidP="325849E9" w:rsidRDefault="0025575A" w14:paraId="29A72A39" w14:textId="1069F998">
            <w:pPr>
              <w:spacing w:before="0" w:after="0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85747A" w:rsidP="325849E9" w:rsidRDefault="0025575A" w14:paraId="0300F72D" w14:textId="2E6AA614">
            <w:pPr>
              <w:spacing w:before="0" w:after="0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85747A" w:rsidP="325849E9" w:rsidRDefault="0025575A" w14:paraId="6B8A427D" w14:textId="3714A7A1">
            <w:pPr>
              <w:spacing w:before="0" w:after="0"/>
            </w:pPr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85747A" w:rsidP="325849E9" w:rsidRDefault="0025575A" w14:paraId="62DEA492" w14:textId="07B1A9D3">
            <w:pPr>
              <w:spacing w:before="0" w:after="0"/>
            </w:pPr>
            <w:proofErr w:type="spellStart"/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325849E9" w:rsidR="3855A8E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9C54AE" w:rsidR="0085747A" w:rsidP="009C54AE" w:rsidRDefault="0085747A" w14:paraId="7A9E3B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63975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EB2A4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5C4F11B" w14:textId="77777777">
        <w:tc>
          <w:tcPr>
            <w:tcW w:w="4962" w:type="dxa"/>
            <w:vAlign w:val="center"/>
          </w:tcPr>
          <w:p w:rsidRPr="009C54AE" w:rsidR="0085747A" w:rsidP="009C54AE" w:rsidRDefault="00C61DC5" w14:paraId="664B60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4CE9F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F811AA3" w14:textId="77777777">
        <w:tc>
          <w:tcPr>
            <w:tcW w:w="4962" w:type="dxa"/>
          </w:tcPr>
          <w:p w:rsidRPr="009C54AE" w:rsidR="0085747A" w:rsidP="009C54AE" w:rsidRDefault="00C61DC5" w14:paraId="5F625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E36CC" w14:paraId="5B31C5E0" w14:textId="21255F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0B91E891" w14:textId="77777777">
        <w:tc>
          <w:tcPr>
            <w:tcW w:w="4962" w:type="dxa"/>
          </w:tcPr>
          <w:p w:rsidRPr="009C54AE" w:rsidR="00C61DC5" w:rsidP="009C54AE" w:rsidRDefault="00C61DC5" w14:paraId="36E7A7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041E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10896" w14:paraId="691952FF" w14:textId="1E6028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E36C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1BAFCB9E" w14:textId="77777777">
        <w:tc>
          <w:tcPr>
            <w:tcW w:w="4962" w:type="dxa"/>
          </w:tcPr>
          <w:p w:rsidRPr="009C54AE" w:rsidR="0071620A" w:rsidP="009C54AE" w:rsidRDefault="00C61DC5" w14:paraId="7793B3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860EC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B54CD" w14:paraId="394EB62E" w14:textId="0E2C73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108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3FC2E487" w14:textId="77777777">
        <w:tc>
          <w:tcPr>
            <w:tcW w:w="4962" w:type="dxa"/>
          </w:tcPr>
          <w:p w:rsidRPr="009C54AE" w:rsidR="0085747A" w:rsidP="009C54AE" w:rsidRDefault="0085747A" w14:paraId="42233C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10896" w14:paraId="5CC6554A" w14:textId="4475C3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697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9C54AE" w:rsidR="0085747A" w:rsidTr="00923D7D" w14:paraId="0C217F1C" w14:textId="77777777">
        <w:tc>
          <w:tcPr>
            <w:tcW w:w="4962" w:type="dxa"/>
          </w:tcPr>
          <w:p w:rsidRPr="009C54AE" w:rsidR="0085747A" w:rsidP="009C54AE" w:rsidRDefault="0085747A" w14:paraId="32C5F7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E36CC" w14:paraId="6FB19EAE" w14:textId="646FC7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C161F6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7C072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CFBA4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CD4144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6233451" w14:paraId="3070EE6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F1B9C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6233451" w:rsidRDefault="0085747A" w14:paraId="613E5C89" w14:textId="2ECE7F4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6233451" w:rsidR="3C664F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6233451" w14:paraId="55285888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777B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6233451" w:rsidRDefault="0085747A" w14:paraId="460F5478" w14:textId="42A0930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6233451" w:rsidR="0BDE9357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07D94A8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0DC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8BEF0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DE7FFB" w:rsidTr="26233451" w14:paraId="5AE912C9" w14:textId="77777777">
        <w:trPr>
          <w:trHeight w:val="397"/>
        </w:trPr>
        <w:tc>
          <w:tcPr>
            <w:tcW w:w="7513" w:type="dxa"/>
            <w:tcMar/>
          </w:tcPr>
          <w:p w:rsidR="00DE7FFB" w:rsidP="26233451" w:rsidRDefault="00DE7FFB" w14:paraId="60A02360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6233451" w:rsidR="6E591E29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0DE7FFB" w:rsidP="00B720EA" w:rsidRDefault="00DE7FFB" w14:paraId="7A7A06BE" w14:textId="77777777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Kożuch i A. Kożuch, </w:t>
            </w:r>
            <w:r w:rsidRPr="0000563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Usługi publiczne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00563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Organizacja i zarządzanie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2D28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Spraw Publicznych UJ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2011.</w:t>
            </w:r>
          </w:p>
          <w:p w:rsidRPr="00B75410" w:rsidR="00DE7FFB" w:rsidP="00B720EA" w:rsidRDefault="00DE7FFB" w14:paraId="3661A44E" w14:textId="77777777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M.Kulesza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90D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administracyjna i zarzadzanie publiczne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Pr="009C54AE" w:rsidR="00DE7FFB" w:rsidTr="26233451" w14:paraId="6A2A7329" w14:textId="77777777">
        <w:trPr>
          <w:trHeight w:val="397"/>
        </w:trPr>
        <w:tc>
          <w:tcPr>
            <w:tcW w:w="7513" w:type="dxa"/>
            <w:tcMar/>
          </w:tcPr>
          <w:p w:rsidR="00DE7FFB" w:rsidP="26233451" w:rsidRDefault="00DE7FFB" w14:paraId="3A8289AD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26233451" w:rsidR="6E591E29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694276" w:rsidR="00DE7FFB" w:rsidP="00B720EA" w:rsidRDefault="00DE7FFB" w14:paraId="3CE897D3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Barczewska-Dziobek, </w:t>
            </w:r>
            <w:r w:rsidRPr="000367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"Kooperacyjna" administracja publiczna : zarys problematyki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”, </w:t>
            </w:r>
            <w:r w:rsidRPr="0003674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Opolskie Studia Administracyjno-Prawne, 2018 : T. 16, nr 1, cz. 2, s. 7-20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3B38B9" w:rsidR="00DE7FFB" w:rsidP="00B720EA" w:rsidRDefault="00DE7FFB" w14:paraId="42155BA9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6D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Współzarządzanie jako koprodukcja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36D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usług publicznych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Zarządzanie Publiczne nr 31 (1) 2015, s. 13-21.</w:t>
            </w:r>
          </w:p>
          <w:p w:rsidR="00DE7FFB" w:rsidP="00B720EA" w:rsidRDefault="00DE7FFB" w14:paraId="486A2C59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Trutkowski</w:t>
            </w:r>
            <w:proofErr w:type="spellEnd"/>
            <w:r w:rsidRPr="0000563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), </w:t>
            </w:r>
            <w:r w:rsidRPr="0000563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usług publicznych w jednostkach samorządu terytorialnego – ograniczenia, możliwości, rekomendacje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00563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Fundacja Rozwoju Demokracji Lokalnej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2016.</w:t>
            </w:r>
          </w:p>
          <w:p w:rsidRPr="00005637" w:rsidR="00DE7FFB" w:rsidP="00B720EA" w:rsidRDefault="00DE7FFB" w14:paraId="2C3436E3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Stowarzyszenie Absolwentów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Wydziału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Administracji Uniwersytetu </w:t>
            </w:r>
            <w:r w:rsidRPr="0093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Warszawskiego,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</w:t>
            </w:r>
          </w:p>
        </w:tc>
      </w:tr>
    </w:tbl>
    <w:p w:rsidRPr="009C54AE" w:rsidR="0085747A" w:rsidP="009C54AE" w:rsidRDefault="0085747A" w14:paraId="6C1CE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BA352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3942A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21D5" w:rsidP="00C16ABF" w:rsidRDefault="000921D5" w14:paraId="3223CEF0" w14:textId="77777777">
      <w:pPr>
        <w:spacing w:after="0" w:line="240" w:lineRule="auto"/>
      </w:pPr>
      <w:r>
        <w:separator/>
      </w:r>
    </w:p>
  </w:endnote>
  <w:endnote w:type="continuationSeparator" w:id="0">
    <w:p w:rsidR="000921D5" w:rsidP="00C16ABF" w:rsidRDefault="000921D5" w14:paraId="3925332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21D5" w:rsidP="00C16ABF" w:rsidRDefault="000921D5" w14:paraId="185C4A09" w14:textId="77777777">
      <w:pPr>
        <w:spacing w:after="0" w:line="240" w:lineRule="auto"/>
      </w:pPr>
      <w:r>
        <w:separator/>
      </w:r>
    </w:p>
  </w:footnote>
  <w:footnote w:type="continuationSeparator" w:id="0">
    <w:p w:rsidR="000921D5" w:rsidP="00C16ABF" w:rsidRDefault="000921D5" w14:paraId="7FFE31B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CF88AF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03B"/>
    <w:rsid w:val="000048FD"/>
    <w:rsid w:val="00005637"/>
    <w:rsid w:val="000077B4"/>
    <w:rsid w:val="000116DA"/>
    <w:rsid w:val="00015B8F"/>
    <w:rsid w:val="00022ECE"/>
    <w:rsid w:val="0003674D"/>
    <w:rsid w:val="00042A51"/>
    <w:rsid w:val="00042D2E"/>
    <w:rsid w:val="00044538"/>
    <w:rsid w:val="00044C82"/>
    <w:rsid w:val="00070ED6"/>
    <w:rsid w:val="00071105"/>
    <w:rsid w:val="000742DC"/>
    <w:rsid w:val="00074AFB"/>
    <w:rsid w:val="00084C12"/>
    <w:rsid w:val="000921D5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F1C57"/>
    <w:rsid w:val="000F5615"/>
    <w:rsid w:val="00102111"/>
    <w:rsid w:val="001067FF"/>
    <w:rsid w:val="00110896"/>
    <w:rsid w:val="00124BFF"/>
    <w:rsid w:val="0012560E"/>
    <w:rsid w:val="00127108"/>
    <w:rsid w:val="001307CC"/>
    <w:rsid w:val="00134B13"/>
    <w:rsid w:val="0014611C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6083"/>
    <w:rsid w:val="00177FDB"/>
    <w:rsid w:val="00192F37"/>
    <w:rsid w:val="001A1AE0"/>
    <w:rsid w:val="001A70D2"/>
    <w:rsid w:val="001D657B"/>
    <w:rsid w:val="001D7B54"/>
    <w:rsid w:val="001E0209"/>
    <w:rsid w:val="001F2CA2"/>
    <w:rsid w:val="00213DF5"/>
    <w:rsid w:val="002144C0"/>
    <w:rsid w:val="00220697"/>
    <w:rsid w:val="0022477D"/>
    <w:rsid w:val="002278A9"/>
    <w:rsid w:val="002336F9"/>
    <w:rsid w:val="0024028F"/>
    <w:rsid w:val="00244ABC"/>
    <w:rsid w:val="00253541"/>
    <w:rsid w:val="0025575A"/>
    <w:rsid w:val="00281FF2"/>
    <w:rsid w:val="002857DE"/>
    <w:rsid w:val="00290D89"/>
    <w:rsid w:val="00291567"/>
    <w:rsid w:val="002A229C"/>
    <w:rsid w:val="002A22BF"/>
    <w:rsid w:val="002A2389"/>
    <w:rsid w:val="002A3DD5"/>
    <w:rsid w:val="002A671D"/>
    <w:rsid w:val="002B4D55"/>
    <w:rsid w:val="002B5EA0"/>
    <w:rsid w:val="002B6119"/>
    <w:rsid w:val="002C1F06"/>
    <w:rsid w:val="002D2839"/>
    <w:rsid w:val="002D3375"/>
    <w:rsid w:val="002D73D4"/>
    <w:rsid w:val="002F02A3"/>
    <w:rsid w:val="002F14CF"/>
    <w:rsid w:val="002F4ABE"/>
    <w:rsid w:val="00300D2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931"/>
    <w:rsid w:val="00396B9E"/>
    <w:rsid w:val="003A090B"/>
    <w:rsid w:val="003A0A5B"/>
    <w:rsid w:val="003A1176"/>
    <w:rsid w:val="003B448C"/>
    <w:rsid w:val="003C0BAE"/>
    <w:rsid w:val="003D18A9"/>
    <w:rsid w:val="003D6CE2"/>
    <w:rsid w:val="003E0CFB"/>
    <w:rsid w:val="003E1941"/>
    <w:rsid w:val="003E2FE6"/>
    <w:rsid w:val="003E489D"/>
    <w:rsid w:val="003E49D5"/>
    <w:rsid w:val="003F205D"/>
    <w:rsid w:val="003F38C0"/>
    <w:rsid w:val="003F4633"/>
    <w:rsid w:val="00414E3C"/>
    <w:rsid w:val="0042244A"/>
    <w:rsid w:val="004237E4"/>
    <w:rsid w:val="0042745A"/>
    <w:rsid w:val="00431D5C"/>
    <w:rsid w:val="004335C5"/>
    <w:rsid w:val="004362C6"/>
    <w:rsid w:val="00436D08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8E2"/>
    <w:rsid w:val="004A3EEA"/>
    <w:rsid w:val="004A4D1F"/>
    <w:rsid w:val="004C6787"/>
    <w:rsid w:val="004D5282"/>
    <w:rsid w:val="004E36CC"/>
    <w:rsid w:val="004F1551"/>
    <w:rsid w:val="004F55A3"/>
    <w:rsid w:val="0050496F"/>
    <w:rsid w:val="00513B6F"/>
    <w:rsid w:val="00517C63"/>
    <w:rsid w:val="00526C54"/>
    <w:rsid w:val="005363C4"/>
    <w:rsid w:val="00536BDE"/>
    <w:rsid w:val="00543ACC"/>
    <w:rsid w:val="00565A31"/>
    <w:rsid w:val="00565E89"/>
    <w:rsid w:val="0056696D"/>
    <w:rsid w:val="0059484D"/>
    <w:rsid w:val="005A0855"/>
    <w:rsid w:val="005A133C"/>
    <w:rsid w:val="005A3196"/>
    <w:rsid w:val="005C080F"/>
    <w:rsid w:val="005C55E5"/>
    <w:rsid w:val="005C696A"/>
    <w:rsid w:val="005C7657"/>
    <w:rsid w:val="005E3795"/>
    <w:rsid w:val="005E6E85"/>
    <w:rsid w:val="005F31D2"/>
    <w:rsid w:val="0061029B"/>
    <w:rsid w:val="00617230"/>
    <w:rsid w:val="006207E3"/>
    <w:rsid w:val="00621CE1"/>
    <w:rsid w:val="00625340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D050F"/>
    <w:rsid w:val="006D6139"/>
    <w:rsid w:val="006E5D65"/>
    <w:rsid w:val="006F0891"/>
    <w:rsid w:val="006F1282"/>
    <w:rsid w:val="006F1FBC"/>
    <w:rsid w:val="006F2AF8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F38"/>
    <w:rsid w:val="00787C2A"/>
    <w:rsid w:val="00790E27"/>
    <w:rsid w:val="007A3025"/>
    <w:rsid w:val="007A4022"/>
    <w:rsid w:val="007A4321"/>
    <w:rsid w:val="007A6E6E"/>
    <w:rsid w:val="007C3299"/>
    <w:rsid w:val="007C3BCC"/>
    <w:rsid w:val="007C4546"/>
    <w:rsid w:val="007C6FA4"/>
    <w:rsid w:val="007D4D93"/>
    <w:rsid w:val="007D6E56"/>
    <w:rsid w:val="007F4155"/>
    <w:rsid w:val="0081554D"/>
    <w:rsid w:val="0081707E"/>
    <w:rsid w:val="00832C24"/>
    <w:rsid w:val="0083334B"/>
    <w:rsid w:val="008449B3"/>
    <w:rsid w:val="0084607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F12C9"/>
    <w:rsid w:val="008F5118"/>
    <w:rsid w:val="008F6E29"/>
    <w:rsid w:val="00916188"/>
    <w:rsid w:val="00923D7D"/>
    <w:rsid w:val="009309BC"/>
    <w:rsid w:val="009508DF"/>
    <w:rsid w:val="00950A65"/>
    <w:rsid w:val="00950DAC"/>
    <w:rsid w:val="00954A07"/>
    <w:rsid w:val="00965ECF"/>
    <w:rsid w:val="00975258"/>
    <w:rsid w:val="00997F14"/>
    <w:rsid w:val="009A78D9"/>
    <w:rsid w:val="009C0FFC"/>
    <w:rsid w:val="009C3E31"/>
    <w:rsid w:val="009C54AE"/>
    <w:rsid w:val="009C59AC"/>
    <w:rsid w:val="009C788E"/>
    <w:rsid w:val="009D3F3B"/>
    <w:rsid w:val="009E0543"/>
    <w:rsid w:val="009E1531"/>
    <w:rsid w:val="009E3B41"/>
    <w:rsid w:val="009F3C5C"/>
    <w:rsid w:val="009F4610"/>
    <w:rsid w:val="009F7F6B"/>
    <w:rsid w:val="00A00ECC"/>
    <w:rsid w:val="00A155EE"/>
    <w:rsid w:val="00A2245B"/>
    <w:rsid w:val="00A24E0B"/>
    <w:rsid w:val="00A30110"/>
    <w:rsid w:val="00A36899"/>
    <w:rsid w:val="00A371F6"/>
    <w:rsid w:val="00A43BF6"/>
    <w:rsid w:val="00A53FA5"/>
    <w:rsid w:val="00A54817"/>
    <w:rsid w:val="00A56C7D"/>
    <w:rsid w:val="00A601C8"/>
    <w:rsid w:val="00A60799"/>
    <w:rsid w:val="00A67610"/>
    <w:rsid w:val="00A67744"/>
    <w:rsid w:val="00A74689"/>
    <w:rsid w:val="00A82DE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2A4"/>
    <w:rsid w:val="00AF2C1E"/>
    <w:rsid w:val="00B06142"/>
    <w:rsid w:val="00B135B1"/>
    <w:rsid w:val="00B148BA"/>
    <w:rsid w:val="00B3130B"/>
    <w:rsid w:val="00B40ADB"/>
    <w:rsid w:val="00B43B77"/>
    <w:rsid w:val="00B43E80"/>
    <w:rsid w:val="00B607DB"/>
    <w:rsid w:val="00B66529"/>
    <w:rsid w:val="00B6714B"/>
    <w:rsid w:val="00B75946"/>
    <w:rsid w:val="00B8056E"/>
    <w:rsid w:val="00B819C8"/>
    <w:rsid w:val="00B82308"/>
    <w:rsid w:val="00B90885"/>
    <w:rsid w:val="00B9587A"/>
    <w:rsid w:val="00BB520A"/>
    <w:rsid w:val="00BC08F5"/>
    <w:rsid w:val="00BD1D9C"/>
    <w:rsid w:val="00BD3869"/>
    <w:rsid w:val="00BD66E9"/>
    <w:rsid w:val="00BD6FF4"/>
    <w:rsid w:val="00BF2C41"/>
    <w:rsid w:val="00C058B4"/>
    <w:rsid w:val="00C05F44"/>
    <w:rsid w:val="00C06818"/>
    <w:rsid w:val="00C131B5"/>
    <w:rsid w:val="00C14C4F"/>
    <w:rsid w:val="00C16ABF"/>
    <w:rsid w:val="00C170AE"/>
    <w:rsid w:val="00C26CB7"/>
    <w:rsid w:val="00C324C1"/>
    <w:rsid w:val="00C36992"/>
    <w:rsid w:val="00C373B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2B25"/>
    <w:rsid w:val="00D02EBA"/>
    <w:rsid w:val="00D040A1"/>
    <w:rsid w:val="00D17C3C"/>
    <w:rsid w:val="00D20863"/>
    <w:rsid w:val="00D2279C"/>
    <w:rsid w:val="00D26B2C"/>
    <w:rsid w:val="00D32C52"/>
    <w:rsid w:val="00D352C9"/>
    <w:rsid w:val="00D425B2"/>
    <w:rsid w:val="00D428D6"/>
    <w:rsid w:val="00D533A1"/>
    <w:rsid w:val="00D552B2"/>
    <w:rsid w:val="00D5704D"/>
    <w:rsid w:val="00D608D1"/>
    <w:rsid w:val="00D62DD5"/>
    <w:rsid w:val="00D74119"/>
    <w:rsid w:val="00D8075B"/>
    <w:rsid w:val="00D8678B"/>
    <w:rsid w:val="00DA2114"/>
    <w:rsid w:val="00DB6B5B"/>
    <w:rsid w:val="00DC6E20"/>
    <w:rsid w:val="00DE09C0"/>
    <w:rsid w:val="00DE43C3"/>
    <w:rsid w:val="00DE4A14"/>
    <w:rsid w:val="00DE7FFB"/>
    <w:rsid w:val="00DF320D"/>
    <w:rsid w:val="00DF71C8"/>
    <w:rsid w:val="00E129B8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7E88"/>
    <w:rsid w:val="00E80636"/>
    <w:rsid w:val="00E8107D"/>
    <w:rsid w:val="00E9173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BE3"/>
    <w:rsid w:val="00F27A4E"/>
    <w:rsid w:val="00F27A7B"/>
    <w:rsid w:val="00F526AF"/>
    <w:rsid w:val="00F617C3"/>
    <w:rsid w:val="00F7066B"/>
    <w:rsid w:val="00F81D8A"/>
    <w:rsid w:val="00F83B28"/>
    <w:rsid w:val="00F877AB"/>
    <w:rsid w:val="00F974DA"/>
    <w:rsid w:val="00FA46E5"/>
    <w:rsid w:val="00FB7DBA"/>
    <w:rsid w:val="00FC1C25"/>
    <w:rsid w:val="00FC3F45"/>
    <w:rsid w:val="00FD1D5E"/>
    <w:rsid w:val="00FD503F"/>
    <w:rsid w:val="00FD7589"/>
    <w:rsid w:val="00FE2DA6"/>
    <w:rsid w:val="00FF016A"/>
    <w:rsid w:val="00FF1401"/>
    <w:rsid w:val="00FF5E7D"/>
    <w:rsid w:val="00FF692A"/>
    <w:rsid w:val="022E1DDF"/>
    <w:rsid w:val="04A9609C"/>
    <w:rsid w:val="0BDE9357"/>
    <w:rsid w:val="0C142129"/>
    <w:rsid w:val="1099AA3B"/>
    <w:rsid w:val="13730C94"/>
    <w:rsid w:val="15B34759"/>
    <w:rsid w:val="173DAA12"/>
    <w:rsid w:val="26233451"/>
    <w:rsid w:val="29340890"/>
    <w:rsid w:val="2C6E704F"/>
    <w:rsid w:val="30FAE2F3"/>
    <w:rsid w:val="325849E9"/>
    <w:rsid w:val="3855A8EE"/>
    <w:rsid w:val="38F48730"/>
    <w:rsid w:val="3C664F4B"/>
    <w:rsid w:val="3FCC9A93"/>
    <w:rsid w:val="485AE2D7"/>
    <w:rsid w:val="4AD112E0"/>
    <w:rsid w:val="5407F04E"/>
    <w:rsid w:val="553795D1"/>
    <w:rsid w:val="5878F427"/>
    <w:rsid w:val="5BB094E9"/>
    <w:rsid w:val="5C2DBF41"/>
    <w:rsid w:val="5E383AB7"/>
    <w:rsid w:val="64ACBF1C"/>
    <w:rsid w:val="65AA81C7"/>
    <w:rsid w:val="662A243F"/>
    <w:rsid w:val="682FC399"/>
    <w:rsid w:val="6E59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917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A0791-1EF3-4CFF-8D1C-8DBF46B1674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7</revision>
  <lastPrinted>2019-02-06T12:12:00.0000000Z</lastPrinted>
  <dcterms:created xsi:type="dcterms:W3CDTF">2021-12-12T17:06:00.0000000Z</dcterms:created>
  <dcterms:modified xsi:type="dcterms:W3CDTF">2022-01-21T11:05:24.4176440Z</dcterms:modified>
</coreProperties>
</file>